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C4D8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AE65CA" w14:textId="77777777" w:rsidR="004415AB" w:rsidRDefault="002621DB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5783CF9F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76C0ED69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60CF80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3705532B" w14:textId="22F35C45" w:rsidR="004415AB" w:rsidRDefault="002621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Pr="005955DC">
        <w:rPr>
          <w:rFonts w:ascii="Arial" w:hAnsi="Arial" w:cs="Arial"/>
          <w:b/>
          <w:sz w:val="28"/>
          <w:szCs w:val="28"/>
        </w:rPr>
        <w:t>dodávek</w:t>
      </w:r>
    </w:p>
    <w:p w14:paraId="62546126" w14:textId="77777777" w:rsidR="004415AB" w:rsidRDefault="004415AB"/>
    <w:p w14:paraId="5A1FE869" w14:textId="77777777" w:rsidR="004415AB" w:rsidRDefault="004415AB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65"/>
        <w:gridCol w:w="2835"/>
        <w:gridCol w:w="2835"/>
        <w:gridCol w:w="2835"/>
        <w:gridCol w:w="2835"/>
        <w:gridCol w:w="1985"/>
      </w:tblGrid>
      <w:tr w:rsidR="004415AB" w14:paraId="52A6B22A" w14:textId="77777777">
        <w:trPr>
          <w:trHeight w:val="364"/>
        </w:trPr>
        <w:tc>
          <w:tcPr>
            <w:tcW w:w="2365" w:type="dxa"/>
            <w:vAlign w:val="center"/>
          </w:tcPr>
          <w:p w14:paraId="1523FCC8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54911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7FF0E4CB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5"/>
            <w:vAlign w:val="center"/>
          </w:tcPr>
          <w:p w14:paraId="12C72D2C" w14:textId="77777777" w:rsidR="00CA2673" w:rsidRPr="00CA2673" w:rsidRDefault="00CA2673" w:rsidP="00CA2673">
            <w:pPr>
              <w:ind w:left="3686" w:hanging="3686"/>
              <w:jc w:val="center"/>
              <w:rPr>
                <w:rFonts w:cs="Arial"/>
                <w:b/>
                <w:sz w:val="20"/>
                <w:szCs w:val="20"/>
              </w:rPr>
            </w:pPr>
            <w:bookmarkStart w:id="0" w:name="_Hlk183700722"/>
            <w:bookmarkStart w:id="1" w:name="_Hlk196465965"/>
            <w:r w:rsidRPr="00CA26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Pr="00CA2673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erezový inventář pro Krajskou zdravotní, a.s. – Nemocnice Teplice, </w:t>
            </w:r>
            <w:proofErr w:type="spellStart"/>
            <w:r w:rsidRPr="00CA2673">
              <w:rPr>
                <w:rFonts w:ascii="Arial" w:hAnsi="Arial" w:cs="Arial"/>
                <w:b/>
                <w:iCs/>
                <w:sz w:val="20"/>
                <w:szCs w:val="20"/>
              </w:rPr>
              <w:t>o.z</w:t>
            </w:r>
            <w:proofErr w:type="spellEnd"/>
            <w:r w:rsidRPr="00CA2673">
              <w:rPr>
                <w:rFonts w:ascii="Arial" w:hAnsi="Arial" w:cs="Arial"/>
                <w:b/>
                <w:iCs/>
                <w:sz w:val="20"/>
                <w:szCs w:val="20"/>
              </w:rPr>
              <w:t>.</w:t>
            </w:r>
            <w:bookmarkEnd w:id="0"/>
            <w:r w:rsidRPr="00CA2673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– zákrokové sály jednodenní chirurgie</w:t>
            </w:r>
            <w:bookmarkEnd w:id="1"/>
          </w:p>
          <w:p w14:paraId="578634DC" w14:textId="3F3942DF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415AB" w14:paraId="498AE306" w14:textId="77777777">
        <w:trPr>
          <w:trHeight w:val="670"/>
        </w:trPr>
        <w:tc>
          <w:tcPr>
            <w:tcW w:w="2365" w:type="dxa"/>
            <w:vAlign w:val="center"/>
          </w:tcPr>
          <w:p w14:paraId="600DD1B8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325" w:type="dxa"/>
            <w:gridSpan w:val="5"/>
            <w:vAlign w:val="center"/>
          </w:tcPr>
          <w:p w14:paraId="0D335F3B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06D916AE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sídlem Ústí nad Labem, Sociální péče 3316/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12A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PSČ 401 13, </w:t>
            </w:r>
          </w:p>
          <w:p w14:paraId="5147C62F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4415AB" w14:paraId="4E9F85C4" w14:textId="77777777">
        <w:trPr>
          <w:trHeight w:val="670"/>
        </w:trPr>
        <w:tc>
          <w:tcPr>
            <w:tcW w:w="2365" w:type="dxa"/>
            <w:vAlign w:val="center"/>
          </w:tcPr>
          <w:p w14:paraId="703430DF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325" w:type="dxa"/>
            <w:gridSpan w:val="5"/>
            <w:vAlign w:val="center"/>
          </w:tcPr>
          <w:p w14:paraId="1D43D718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4415AB" w14:paraId="728B1497" w14:textId="77777777">
        <w:trPr>
          <w:trHeight w:hRule="exact" w:val="624"/>
        </w:trPr>
        <w:tc>
          <w:tcPr>
            <w:tcW w:w="2365" w:type="dxa"/>
            <w:shd w:val="clear" w:color="auto" w:fill="CCEDFF" w:themeFill="text2" w:themeFillTint="33"/>
            <w:vAlign w:val="center"/>
          </w:tcPr>
          <w:p w14:paraId="58DB861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objednatele</w:t>
            </w:r>
          </w:p>
          <w:p w14:paraId="78B3408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0FBF224F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Termín realizace </w:t>
            </w:r>
          </w:p>
          <w:p w14:paraId="3293EB12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6FADD81E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Popis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7B48FB25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39D7AB36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 objednatele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CFF85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pozice, kontakt)</w:t>
            </w:r>
          </w:p>
        </w:tc>
        <w:tc>
          <w:tcPr>
            <w:tcW w:w="1985" w:type="dxa"/>
            <w:shd w:val="clear" w:color="auto" w:fill="CCEDFF" w:themeFill="text2" w:themeFillTint="33"/>
            <w:vAlign w:val="center"/>
          </w:tcPr>
          <w:p w14:paraId="427693D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Hodnota zakázky </w:t>
            </w:r>
          </w:p>
          <w:p w14:paraId="5A11A8F1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4415AB" w14:paraId="650A6FA2" w14:textId="77777777">
        <w:trPr>
          <w:trHeight w:val="641"/>
        </w:trPr>
        <w:tc>
          <w:tcPr>
            <w:tcW w:w="2365" w:type="dxa"/>
            <w:vAlign w:val="center"/>
          </w:tcPr>
          <w:p w14:paraId="5CA1EC6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F6F586" w14:textId="77777777" w:rsidR="004415AB" w:rsidRDefault="004415AB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35E1C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1248AA7" w14:textId="77777777" w:rsidR="004415AB" w:rsidRDefault="004415AB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1E81B6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06F5BF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27D2A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C8F27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4D350E81" w14:textId="77777777">
        <w:trPr>
          <w:trHeight w:val="641"/>
        </w:trPr>
        <w:tc>
          <w:tcPr>
            <w:tcW w:w="2365" w:type="dxa"/>
            <w:vAlign w:val="center"/>
          </w:tcPr>
          <w:p w14:paraId="5C6980BA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C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F508D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60495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7EA5B8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4C7456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BE7310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50DCD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55D1CBD0" w14:textId="77777777">
        <w:trPr>
          <w:trHeight w:val="641"/>
        </w:trPr>
        <w:tc>
          <w:tcPr>
            <w:tcW w:w="2365" w:type="dxa"/>
            <w:vAlign w:val="center"/>
          </w:tcPr>
          <w:p w14:paraId="077A420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4303B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27E2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ADDEBE5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EAF683D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A3EC0E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47B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97E24F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4BF9B" w14:textId="77777777" w:rsidR="004415AB" w:rsidRDefault="002621DB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3BB77D5E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095153E5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100C3C61" w14:textId="77777777" w:rsidR="004415AB" w:rsidRDefault="002621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 dne ………………</w:t>
      </w:r>
    </w:p>
    <w:p w14:paraId="407513F4" w14:textId="77777777" w:rsidR="004415AB" w:rsidRDefault="002621D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668B52C0" w14:textId="77777777" w:rsidR="004415AB" w:rsidRDefault="002621D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09F28B29" w14:textId="77777777" w:rsidR="004415AB" w:rsidRDefault="002621DB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4415AB">
      <w:headerReference w:type="default" r:id="rId7"/>
      <w:footerReference w:type="default" r:id="rId8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B6644" w14:textId="77777777" w:rsidR="00760605" w:rsidRDefault="00760605">
      <w:r>
        <w:separator/>
      </w:r>
    </w:p>
  </w:endnote>
  <w:endnote w:type="continuationSeparator" w:id="0">
    <w:p w14:paraId="62E8529E" w14:textId="77777777" w:rsidR="00760605" w:rsidRDefault="0076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294F" w14:textId="71B1762B" w:rsidR="004415AB" w:rsidRDefault="004415AB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</w:p>
  <w:p w14:paraId="331B1557" w14:textId="77777777" w:rsidR="003061B2" w:rsidRDefault="003061B2" w:rsidP="003061B2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E6A8F" wp14:editId="111AB7C5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A843A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D3F5E51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13121A94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E6A8F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2DCA843A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D3F5E51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13121A94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08CB28" wp14:editId="7166A3C5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03E683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A5A3D2" wp14:editId="328A6E74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EF75F2" w14:textId="77777777" w:rsidR="003061B2" w:rsidRPr="00AB233A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238CB469" w14:textId="77777777" w:rsidR="003061B2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7F1DE68" w14:textId="77777777" w:rsidR="003061B2" w:rsidRPr="00AB233A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9A5A3D2"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EEF75F2" w14:textId="77777777" w:rsidR="003061B2" w:rsidRPr="00AB233A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238CB469" w14:textId="77777777" w:rsidR="003061B2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7F1DE68" w14:textId="77777777" w:rsidR="003061B2" w:rsidRPr="00AB233A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and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BC36B4" wp14:editId="668B53B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2CA7F9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0634B2E8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2EC031A5" w14:textId="77777777" w:rsidR="003061B2" w:rsidRPr="00240FFA" w:rsidRDefault="003061B2" w:rsidP="003061B2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BC36B4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22CA7F9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0634B2E8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2EC031A5" w14:textId="77777777" w:rsidR="003061B2" w:rsidRPr="00240FFA" w:rsidRDefault="003061B2" w:rsidP="003061B2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172910" wp14:editId="358F0A47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1ABFBF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4B8A19DD" wp14:editId="0C0F057C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6AE6A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187DF5DF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5B8B" w14:textId="77777777" w:rsidR="00760605" w:rsidRDefault="00760605">
      <w:r>
        <w:separator/>
      </w:r>
    </w:p>
  </w:footnote>
  <w:footnote w:type="continuationSeparator" w:id="0">
    <w:p w14:paraId="31D3C042" w14:textId="77777777" w:rsidR="00760605" w:rsidRDefault="0076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29B1" w14:textId="77777777" w:rsidR="003061B2" w:rsidRDefault="003061B2" w:rsidP="003061B2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5CAC370D" wp14:editId="55C8E01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8A6B3" wp14:editId="7C2FCF2E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74DB70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2906065" w14:textId="757F6204" w:rsidR="004415AB" w:rsidRDefault="004415AB">
    <w:pPr>
      <w:pStyle w:val="Zhlav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AB"/>
    <w:rsid w:val="00247A5A"/>
    <w:rsid w:val="002621DB"/>
    <w:rsid w:val="002C04F9"/>
    <w:rsid w:val="002F55D8"/>
    <w:rsid w:val="003061B2"/>
    <w:rsid w:val="004415AB"/>
    <w:rsid w:val="004801A5"/>
    <w:rsid w:val="005955DC"/>
    <w:rsid w:val="0068427F"/>
    <w:rsid w:val="00692882"/>
    <w:rsid w:val="00760605"/>
    <w:rsid w:val="008622DB"/>
    <w:rsid w:val="008B0F6B"/>
    <w:rsid w:val="00953CF1"/>
    <w:rsid w:val="00B819AD"/>
    <w:rsid w:val="00BD04FF"/>
    <w:rsid w:val="00BE68D6"/>
    <w:rsid w:val="00C152F7"/>
    <w:rsid w:val="00CA2673"/>
    <w:rsid w:val="00DB52F5"/>
    <w:rsid w:val="00E872F6"/>
    <w:rsid w:val="00F67773"/>
    <w:rsid w:val="00FA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44A32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3061B2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3061B2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E298-B35F-45BD-9950-E46987C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18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Radka Chladová</cp:lastModifiedBy>
  <cp:revision>19</cp:revision>
  <dcterms:created xsi:type="dcterms:W3CDTF">2023-08-09T08:14:00Z</dcterms:created>
  <dcterms:modified xsi:type="dcterms:W3CDTF">2026-02-17T14:45:00Z</dcterms:modified>
</cp:coreProperties>
</file>